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7D6B71" w:rsidP="00BF54FE">
      <w:pPr>
        <w:pStyle w:val="Titul2"/>
      </w:pPr>
      <w:r>
        <w:t>Název zakázky: „</w:t>
      </w:r>
      <w:r w:rsidRPr="007D6B71">
        <w:t>Zrušení přejezdu P6801 v km 179,826 trati Brno – Č. Třebová a výstavba podchodu v zast. Blansko</w:t>
      </w:r>
      <w:r>
        <w:t>“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</w:t>
      </w:r>
      <w:r w:rsidR="007D6B71">
        <w:t xml:space="preserve"> a</w:t>
      </w:r>
      <w:r>
        <w:t xml:space="preserve">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  <w:bookmarkStart w:id="0" w:name="_GoBack"/>
      <w:bookmarkEnd w:id="0"/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660" w:rsidRDefault="00FD0660" w:rsidP="00962258">
      <w:pPr>
        <w:spacing w:after="0" w:line="240" w:lineRule="auto"/>
      </w:pPr>
      <w:r>
        <w:separator/>
      </w:r>
    </w:p>
  </w:endnote>
  <w:end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6B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6B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660" w:rsidRDefault="00FD0660" w:rsidP="00962258">
      <w:pPr>
        <w:spacing w:after="0" w:line="240" w:lineRule="auto"/>
      </w:pPr>
      <w:r>
        <w:separator/>
      </w:r>
    </w:p>
  </w:footnote>
  <w:foot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D6B71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AF5AED"/>
  <w14:defaultImageDpi w14:val="32767"/>
  <w15:docId w15:val="{A3263D3C-21DE-4E52-89F6-BAAF69A1F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0AB6351-32FF-4C3F-8CA8-08D21098D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3</TotalTime>
  <Pages>2</Pages>
  <Words>408</Words>
  <Characters>2408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Majerová Renáta</cp:lastModifiedBy>
  <cp:revision>5</cp:revision>
  <cp:lastPrinted>2019-03-07T14:42:00Z</cp:lastPrinted>
  <dcterms:created xsi:type="dcterms:W3CDTF">2020-02-25T07:11:00Z</dcterms:created>
  <dcterms:modified xsi:type="dcterms:W3CDTF">2021-11-19T06:21:00Z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